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przetwarzania danych.docx</dmsv2BaseFileName>
    <dmsv2BaseDisplayName xmlns="http://schemas.microsoft.com/sharepoint/v3">Załącznik nr 6 do SWZ - Umowa powierzenia przetwarzania danych</dmsv2BaseDisplayName>
    <dmsv2SWPP2ObjectNumber xmlns="http://schemas.microsoft.com/sharepoint/v3">POST/DYS/OLD/GZ/04661/2025                        </dmsv2SWPP2ObjectNumber>
    <dmsv2SWPP2SumMD5 xmlns="http://schemas.microsoft.com/sharepoint/v3">868cc61a23d1729d003c587ad07fe8aa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JEUP5JKVCYQC-922955212-18120</_dlc_DocId>
    <_dlc_DocIdUrl xmlns="a19cb1c7-c5c7-46d4-85ae-d83685407bba">
      <Url>https://swpp2.dms.gkpge.pl/sites/41/_layouts/15/DocIdRedir.aspx?ID=JEUP5JKVCYQC-922955212-18120</Url>
      <Description>JEUP5JKVCYQC-922955212-18120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14E4FEE-A88D-4CA1-B751-F715FDD50C38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A08E78C-AD7E-4DBB-845B-932D9A29DE61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4bf0cf13-467f-4431-b122-fb2c5ef37267</vt:lpwstr>
  </property>
</Properties>
</file>